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494EE6" w14:textId="549CDB38" w:rsidR="00FA65BC" w:rsidRPr="00D75E0C" w:rsidRDefault="00D75E0C" w:rsidP="0074035D">
      <w:pPr>
        <w:pStyle w:val="Nadpis1"/>
        <w:spacing w:before="600" w:after="600"/>
        <w:rPr>
          <w:bCs/>
        </w:rPr>
      </w:pPr>
      <w:r w:rsidRPr="00D75E0C">
        <w:rPr>
          <w:bCs/>
          <w:sz w:val="28"/>
          <w:szCs w:val="28"/>
        </w:rPr>
        <w:t xml:space="preserve">Čestné prohlášení </w:t>
      </w:r>
      <w:r w:rsidR="00FC5079">
        <w:rPr>
          <w:bCs/>
          <w:sz w:val="28"/>
          <w:szCs w:val="28"/>
        </w:rPr>
        <w:t>ZHOTOVITELE AKCE</w:t>
      </w:r>
    </w:p>
    <w:tbl>
      <w:tblPr>
        <w:tblStyle w:val="Mkatabulky"/>
        <w:tblW w:w="9493" w:type="dxa"/>
        <w:tblLook w:val="04A0" w:firstRow="1" w:lastRow="0" w:firstColumn="1" w:lastColumn="0" w:noHBand="0" w:noVBand="1"/>
      </w:tblPr>
      <w:tblGrid>
        <w:gridCol w:w="2689"/>
        <w:gridCol w:w="6804"/>
      </w:tblGrid>
      <w:tr w:rsidR="001B7F35" w:rsidRPr="001B7F35" w14:paraId="1F9FA90F" w14:textId="77777777" w:rsidTr="0034403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shd w:val="clear" w:color="auto" w:fill="auto"/>
          </w:tcPr>
          <w:p w14:paraId="4B6D3E1D" w14:textId="77777777" w:rsidR="001B7F35" w:rsidRPr="001B7F35" w:rsidRDefault="001B7F35" w:rsidP="00656B68">
            <w:pPr>
              <w:autoSpaceDE w:val="0"/>
              <w:autoSpaceDN w:val="0"/>
              <w:adjustRightInd w:val="0"/>
              <w:spacing w:before="90" w:after="90" w:line="240" w:lineRule="auto"/>
              <w:rPr>
                <w:b w:val="0"/>
                <w:bCs/>
                <w:sz w:val="20"/>
                <w:szCs w:val="20"/>
              </w:rPr>
            </w:pPr>
            <w:r w:rsidRPr="001B7F35">
              <w:rPr>
                <w:bCs/>
                <w:sz w:val="20"/>
                <w:szCs w:val="20"/>
              </w:rPr>
              <w:t>Název Akce</w:t>
            </w:r>
          </w:p>
        </w:tc>
        <w:tc>
          <w:tcPr>
            <w:tcW w:w="6804" w:type="dxa"/>
            <w:shd w:val="clear" w:color="auto" w:fill="auto"/>
          </w:tcPr>
          <w:p w14:paraId="38F4BA66" w14:textId="3A5DFF9D" w:rsidR="001B7F35" w:rsidRPr="00581D53" w:rsidRDefault="008B7398" w:rsidP="00656B68">
            <w:pPr>
              <w:autoSpaceDE w:val="0"/>
              <w:autoSpaceDN w:val="0"/>
              <w:adjustRightInd w:val="0"/>
              <w:spacing w:before="90" w:after="9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/>
                <w:sz w:val="20"/>
                <w:szCs w:val="20"/>
              </w:rPr>
            </w:pPr>
            <w:r>
              <w:rPr>
                <w:b w:val="0"/>
                <w:bCs/>
                <w:sz w:val="20"/>
                <w:szCs w:val="20"/>
              </w:rPr>
              <w:t>Odstranění bodové závady – lávka LP2 přes Dřevnici – výstavba nové lávky, vč. realizace připojení páteřních cyklostezek</w:t>
            </w:r>
          </w:p>
        </w:tc>
      </w:tr>
      <w:tr w:rsidR="001B7F35" w:rsidRPr="001B7F35" w14:paraId="05442C0A" w14:textId="77777777" w:rsidTr="0034403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shd w:val="clear" w:color="auto" w:fill="auto"/>
          </w:tcPr>
          <w:p w14:paraId="4B255B4C" w14:textId="77777777" w:rsidR="001B7F35" w:rsidRPr="001B7F35" w:rsidRDefault="001B7F35" w:rsidP="00656B68">
            <w:pPr>
              <w:autoSpaceDE w:val="0"/>
              <w:autoSpaceDN w:val="0"/>
              <w:adjustRightInd w:val="0"/>
              <w:spacing w:before="90" w:after="90" w:line="240" w:lineRule="auto"/>
              <w:rPr>
                <w:b w:val="0"/>
                <w:bCs/>
                <w:sz w:val="20"/>
                <w:szCs w:val="20"/>
              </w:rPr>
            </w:pPr>
            <w:r w:rsidRPr="001B7F35">
              <w:rPr>
                <w:bCs/>
                <w:sz w:val="20"/>
                <w:szCs w:val="20"/>
              </w:rPr>
              <w:t>ISPROFOND</w:t>
            </w:r>
          </w:p>
        </w:tc>
        <w:tc>
          <w:tcPr>
            <w:tcW w:w="6804" w:type="dxa"/>
            <w:shd w:val="clear" w:color="auto" w:fill="auto"/>
          </w:tcPr>
          <w:p w14:paraId="732C4AF2" w14:textId="57103172" w:rsidR="001B7F35" w:rsidRPr="00581D53" w:rsidRDefault="008B7398" w:rsidP="00656B68">
            <w:pPr>
              <w:autoSpaceDE w:val="0"/>
              <w:autoSpaceDN w:val="0"/>
              <w:adjustRightInd w:val="0"/>
              <w:spacing w:before="90" w:after="9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5728510160</w:t>
            </w:r>
          </w:p>
        </w:tc>
      </w:tr>
      <w:tr w:rsidR="001B7F35" w:rsidRPr="001B7F35" w14:paraId="621CFDFC" w14:textId="77777777" w:rsidTr="0034403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shd w:val="clear" w:color="auto" w:fill="auto"/>
          </w:tcPr>
          <w:p w14:paraId="235A3481" w14:textId="77777777" w:rsidR="001B7F35" w:rsidRPr="001B7F35" w:rsidRDefault="001B7F35" w:rsidP="00656B68">
            <w:pPr>
              <w:autoSpaceDE w:val="0"/>
              <w:autoSpaceDN w:val="0"/>
              <w:adjustRightInd w:val="0"/>
              <w:spacing w:before="90" w:after="90" w:line="240" w:lineRule="auto"/>
              <w:rPr>
                <w:b w:val="0"/>
                <w:sz w:val="20"/>
                <w:szCs w:val="20"/>
              </w:rPr>
            </w:pPr>
            <w:r w:rsidRPr="001B7F35">
              <w:rPr>
                <w:bCs/>
                <w:sz w:val="20"/>
                <w:szCs w:val="20"/>
              </w:rPr>
              <w:t>Název Příjemce</w:t>
            </w:r>
          </w:p>
        </w:tc>
        <w:tc>
          <w:tcPr>
            <w:tcW w:w="6804" w:type="dxa"/>
            <w:shd w:val="clear" w:color="auto" w:fill="auto"/>
          </w:tcPr>
          <w:p w14:paraId="569D0D88" w14:textId="45C1165F" w:rsidR="001B7F35" w:rsidRPr="00581D53" w:rsidRDefault="008B7398" w:rsidP="00656B68">
            <w:pPr>
              <w:autoSpaceDE w:val="0"/>
              <w:autoSpaceDN w:val="0"/>
              <w:adjustRightInd w:val="0"/>
              <w:spacing w:before="90" w:after="9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Město Otrokovice</w:t>
            </w:r>
          </w:p>
        </w:tc>
      </w:tr>
      <w:tr w:rsidR="001B7F35" w:rsidRPr="001B7F35" w14:paraId="503CF331" w14:textId="77777777" w:rsidTr="0034403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shd w:val="clear" w:color="auto" w:fill="auto"/>
          </w:tcPr>
          <w:p w14:paraId="0D4895C0" w14:textId="77777777" w:rsidR="001B7F35" w:rsidRPr="001B7F35" w:rsidRDefault="001B7F35" w:rsidP="00656B68">
            <w:pPr>
              <w:autoSpaceDE w:val="0"/>
              <w:autoSpaceDN w:val="0"/>
              <w:adjustRightInd w:val="0"/>
              <w:spacing w:before="90" w:after="90" w:line="240" w:lineRule="auto"/>
              <w:rPr>
                <w:b w:val="0"/>
                <w:sz w:val="20"/>
                <w:szCs w:val="20"/>
              </w:rPr>
            </w:pPr>
            <w:r w:rsidRPr="001B7F35">
              <w:rPr>
                <w:sz w:val="20"/>
                <w:szCs w:val="20"/>
              </w:rPr>
              <w:t>Sídlo</w:t>
            </w:r>
          </w:p>
        </w:tc>
        <w:tc>
          <w:tcPr>
            <w:tcW w:w="6804" w:type="dxa"/>
            <w:shd w:val="clear" w:color="auto" w:fill="auto"/>
          </w:tcPr>
          <w:p w14:paraId="34A59B20" w14:textId="34839893" w:rsidR="001B7F35" w:rsidRPr="00581D53" w:rsidRDefault="008B7398" w:rsidP="00656B68">
            <w:pPr>
              <w:autoSpaceDE w:val="0"/>
              <w:autoSpaceDN w:val="0"/>
              <w:adjustRightInd w:val="0"/>
              <w:spacing w:before="90" w:after="9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nám. 3. května 1340, 765 02  Otrokovice</w:t>
            </w:r>
          </w:p>
        </w:tc>
      </w:tr>
      <w:tr w:rsidR="001B7F35" w:rsidRPr="001B7F35" w14:paraId="605EA67A" w14:textId="77777777" w:rsidTr="0034403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shd w:val="clear" w:color="auto" w:fill="auto"/>
          </w:tcPr>
          <w:p w14:paraId="4D4A6D1A" w14:textId="30DEC38A" w:rsidR="001B7F35" w:rsidRPr="001B7F35" w:rsidRDefault="001B7F35" w:rsidP="00656B68">
            <w:pPr>
              <w:autoSpaceDE w:val="0"/>
              <w:autoSpaceDN w:val="0"/>
              <w:adjustRightInd w:val="0"/>
              <w:spacing w:before="90" w:after="90" w:line="240" w:lineRule="auto"/>
              <w:rPr>
                <w:b w:val="0"/>
                <w:sz w:val="20"/>
                <w:szCs w:val="20"/>
              </w:rPr>
            </w:pPr>
            <w:r w:rsidRPr="001B7F35">
              <w:rPr>
                <w:bCs/>
                <w:sz w:val="20"/>
                <w:szCs w:val="20"/>
              </w:rPr>
              <w:t>IČO</w:t>
            </w:r>
            <w:r w:rsidR="0034403E">
              <w:rPr>
                <w:bCs/>
                <w:sz w:val="20"/>
                <w:szCs w:val="20"/>
              </w:rPr>
              <w:t xml:space="preserve"> Příjemce</w:t>
            </w:r>
          </w:p>
        </w:tc>
        <w:tc>
          <w:tcPr>
            <w:tcW w:w="6804" w:type="dxa"/>
            <w:shd w:val="clear" w:color="auto" w:fill="auto"/>
          </w:tcPr>
          <w:p w14:paraId="3B48512B" w14:textId="6F86E79F" w:rsidR="001B7F35" w:rsidRPr="00581D53" w:rsidRDefault="008B7398" w:rsidP="00656B68">
            <w:pPr>
              <w:autoSpaceDE w:val="0"/>
              <w:autoSpaceDN w:val="0"/>
              <w:adjustRightInd w:val="0"/>
              <w:spacing w:before="90" w:after="9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00284301</w:t>
            </w:r>
          </w:p>
        </w:tc>
      </w:tr>
      <w:tr w:rsidR="001B7F35" w:rsidRPr="001B7F35" w14:paraId="31D9D53E" w14:textId="77777777" w:rsidTr="0034403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shd w:val="clear" w:color="auto" w:fill="auto"/>
          </w:tcPr>
          <w:p w14:paraId="2A257794" w14:textId="0A647784" w:rsidR="001B7F35" w:rsidRPr="001B7F35" w:rsidRDefault="00B708D0" w:rsidP="00656B68">
            <w:pPr>
              <w:autoSpaceDE w:val="0"/>
              <w:autoSpaceDN w:val="0"/>
              <w:adjustRightInd w:val="0"/>
              <w:spacing w:before="90" w:after="90" w:line="240" w:lineRule="auto"/>
              <w:rPr>
                <w:b w:val="0"/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Zhotovitel</w:t>
            </w:r>
          </w:p>
        </w:tc>
        <w:tc>
          <w:tcPr>
            <w:tcW w:w="6804" w:type="dxa"/>
            <w:shd w:val="clear" w:color="auto" w:fill="auto"/>
          </w:tcPr>
          <w:p w14:paraId="7A6939C3" w14:textId="4B49AC8A" w:rsidR="001B7F35" w:rsidRPr="00581D53" w:rsidRDefault="001B7F35" w:rsidP="00656B68">
            <w:pPr>
              <w:autoSpaceDE w:val="0"/>
              <w:autoSpaceDN w:val="0"/>
              <w:adjustRightInd w:val="0"/>
              <w:spacing w:before="90" w:after="9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20"/>
                <w:szCs w:val="20"/>
              </w:rPr>
            </w:pPr>
          </w:p>
        </w:tc>
      </w:tr>
      <w:tr w:rsidR="0034403E" w:rsidRPr="001B7F35" w14:paraId="7784D48B" w14:textId="77777777" w:rsidTr="0034403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shd w:val="clear" w:color="auto" w:fill="auto"/>
          </w:tcPr>
          <w:p w14:paraId="0469D8DA" w14:textId="6DC8A81A" w:rsidR="0034403E" w:rsidRDefault="0034403E" w:rsidP="00656B68">
            <w:pPr>
              <w:autoSpaceDE w:val="0"/>
              <w:autoSpaceDN w:val="0"/>
              <w:adjustRightInd w:val="0"/>
              <w:spacing w:before="90" w:after="90"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IČO Zhotovitele</w:t>
            </w:r>
          </w:p>
        </w:tc>
        <w:tc>
          <w:tcPr>
            <w:tcW w:w="6804" w:type="dxa"/>
            <w:shd w:val="clear" w:color="auto" w:fill="auto"/>
          </w:tcPr>
          <w:p w14:paraId="6BB0C510" w14:textId="77777777" w:rsidR="0034403E" w:rsidRPr="00581D53" w:rsidRDefault="0034403E" w:rsidP="00656B68">
            <w:pPr>
              <w:autoSpaceDE w:val="0"/>
              <w:autoSpaceDN w:val="0"/>
              <w:adjustRightInd w:val="0"/>
              <w:spacing w:before="90" w:after="9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20"/>
                <w:szCs w:val="20"/>
              </w:rPr>
            </w:pPr>
          </w:p>
        </w:tc>
      </w:tr>
      <w:tr w:rsidR="00B708D0" w:rsidRPr="001B7F35" w14:paraId="4A9C2131" w14:textId="77777777" w:rsidTr="0034403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shd w:val="clear" w:color="auto" w:fill="auto"/>
          </w:tcPr>
          <w:p w14:paraId="367460FC" w14:textId="147BDE99" w:rsidR="00B708D0" w:rsidRDefault="00B708D0" w:rsidP="00656B68">
            <w:pPr>
              <w:autoSpaceDE w:val="0"/>
              <w:autoSpaceDN w:val="0"/>
              <w:adjustRightInd w:val="0"/>
              <w:spacing w:before="90" w:after="90"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Statutární zástupce </w:t>
            </w:r>
            <w:r w:rsidR="0034403E">
              <w:rPr>
                <w:bCs/>
                <w:sz w:val="20"/>
                <w:szCs w:val="20"/>
              </w:rPr>
              <w:t>Z</w:t>
            </w:r>
            <w:r>
              <w:rPr>
                <w:bCs/>
                <w:sz w:val="20"/>
                <w:szCs w:val="20"/>
              </w:rPr>
              <w:t>hotovitele 1</w:t>
            </w:r>
          </w:p>
        </w:tc>
        <w:tc>
          <w:tcPr>
            <w:tcW w:w="6804" w:type="dxa"/>
            <w:shd w:val="clear" w:color="auto" w:fill="auto"/>
          </w:tcPr>
          <w:p w14:paraId="29B973CC" w14:textId="77777777" w:rsidR="00B708D0" w:rsidRPr="00581D53" w:rsidRDefault="00B708D0" w:rsidP="00656B68">
            <w:pPr>
              <w:autoSpaceDE w:val="0"/>
              <w:autoSpaceDN w:val="0"/>
              <w:adjustRightInd w:val="0"/>
              <w:spacing w:before="90" w:after="9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20"/>
                <w:szCs w:val="20"/>
              </w:rPr>
            </w:pPr>
          </w:p>
        </w:tc>
      </w:tr>
      <w:tr w:rsidR="00B708D0" w:rsidRPr="001B7F35" w14:paraId="3F27B90B" w14:textId="77777777" w:rsidTr="0034403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shd w:val="clear" w:color="auto" w:fill="auto"/>
          </w:tcPr>
          <w:p w14:paraId="2665F1D1" w14:textId="2BE208C6" w:rsidR="00B708D0" w:rsidRDefault="00B708D0" w:rsidP="00656B68">
            <w:pPr>
              <w:autoSpaceDE w:val="0"/>
              <w:autoSpaceDN w:val="0"/>
              <w:adjustRightInd w:val="0"/>
              <w:spacing w:before="90" w:after="90"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Statutární zástupce </w:t>
            </w:r>
            <w:r w:rsidR="0034403E">
              <w:rPr>
                <w:bCs/>
                <w:sz w:val="20"/>
                <w:szCs w:val="20"/>
              </w:rPr>
              <w:t>Z</w:t>
            </w:r>
            <w:r>
              <w:rPr>
                <w:bCs/>
                <w:sz w:val="20"/>
                <w:szCs w:val="20"/>
              </w:rPr>
              <w:t>hotovitele 2</w:t>
            </w:r>
          </w:p>
        </w:tc>
        <w:tc>
          <w:tcPr>
            <w:tcW w:w="6804" w:type="dxa"/>
            <w:shd w:val="clear" w:color="auto" w:fill="auto"/>
          </w:tcPr>
          <w:p w14:paraId="2FFAAF66" w14:textId="77777777" w:rsidR="00B708D0" w:rsidRPr="00581D53" w:rsidRDefault="00B708D0" w:rsidP="00656B68">
            <w:pPr>
              <w:autoSpaceDE w:val="0"/>
              <w:autoSpaceDN w:val="0"/>
              <w:adjustRightInd w:val="0"/>
              <w:spacing w:before="90" w:after="9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20"/>
                <w:szCs w:val="20"/>
              </w:rPr>
            </w:pPr>
          </w:p>
        </w:tc>
      </w:tr>
    </w:tbl>
    <w:p w14:paraId="1B8A856D" w14:textId="429A5CBF" w:rsidR="0034403E" w:rsidRDefault="00D75E0C" w:rsidP="0034403E">
      <w:pPr>
        <w:spacing w:before="480" w:after="480"/>
        <w:jc w:val="both"/>
        <w:rPr>
          <w:sz w:val="24"/>
          <w:szCs w:val="24"/>
        </w:rPr>
      </w:pPr>
      <w:r w:rsidRPr="0034403E">
        <w:rPr>
          <w:sz w:val="24"/>
          <w:szCs w:val="24"/>
        </w:rPr>
        <w:t xml:space="preserve">Statutární </w:t>
      </w:r>
      <w:r w:rsidR="0034403E" w:rsidRPr="0034403E">
        <w:rPr>
          <w:sz w:val="24"/>
          <w:szCs w:val="24"/>
        </w:rPr>
        <w:t>orgán</w:t>
      </w:r>
      <w:r w:rsidR="00B708D0" w:rsidRPr="0034403E">
        <w:rPr>
          <w:sz w:val="24"/>
          <w:szCs w:val="24"/>
        </w:rPr>
        <w:t xml:space="preserve"> Zhotovitele </w:t>
      </w:r>
      <w:r w:rsidR="0029749C">
        <w:rPr>
          <w:sz w:val="24"/>
          <w:szCs w:val="24"/>
        </w:rPr>
        <w:t xml:space="preserve">Akce </w:t>
      </w:r>
      <w:r w:rsidRPr="0034403E">
        <w:rPr>
          <w:sz w:val="24"/>
          <w:szCs w:val="24"/>
        </w:rPr>
        <w:t>svým podpisem potvrzuje, že</w:t>
      </w:r>
      <w:r w:rsidR="0034403E" w:rsidRPr="0034403E">
        <w:rPr>
          <w:sz w:val="24"/>
          <w:szCs w:val="24"/>
        </w:rPr>
        <w:t xml:space="preserve"> akceptuje oprávnění SFDI na výkon práva kontroly u Zhotovitele Akce ve vztahu k poskytnutým finančním prostředkům</w:t>
      </w:r>
      <w:r w:rsidR="0034403E">
        <w:rPr>
          <w:sz w:val="24"/>
          <w:szCs w:val="24"/>
        </w:rPr>
        <w:t>.</w:t>
      </w:r>
    </w:p>
    <w:tbl>
      <w:tblPr>
        <w:tblStyle w:val="Mkatabulky"/>
        <w:tblW w:w="9493" w:type="dxa"/>
        <w:tblLook w:val="04A0" w:firstRow="1" w:lastRow="0" w:firstColumn="1" w:lastColumn="0" w:noHBand="0" w:noVBand="1"/>
      </w:tblPr>
      <w:tblGrid>
        <w:gridCol w:w="2689"/>
        <w:gridCol w:w="6804"/>
      </w:tblGrid>
      <w:tr w:rsidR="0034403E" w:rsidRPr="0034403E" w14:paraId="29ABAE0F" w14:textId="77777777" w:rsidTr="0034403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tcBorders>
              <w:bottom w:val="single" w:sz="4" w:space="0" w:color="auto"/>
            </w:tcBorders>
            <w:shd w:val="clear" w:color="auto" w:fill="auto"/>
          </w:tcPr>
          <w:p w14:paraId="029B662B" w14:textId="77777777" w:rsidR="0034403E" w:rsidRPr="0034403E" w:rsidRDefault="0034403E" w:rsidP="009D17E5">
            <w:pPr>
              <w:rPr>
                <w:b w:val="0"/>
                <w:bCs/>
                <w:sz w:val="20"/>
                <w:szCs w:val="20"/>
              </w:rPr>
            </w:pPr>
            <w:r w:rsidRPr="0034403E">
              <w:rPr>
                <w:bCs/>
                <w:sz w:val="20"/>
                <w:szCs w:val="20"/>
              </w:rPr>
              <w:t>Datum a místo podpisu</w:t>
            </w:r>
          </w:p>
        </w:tc>
        <w:tc>
          <w:tcPr>
            <w:tcW w:w="6804" w:type="dxa"/>
            <w:tcBorders>
              <w:bottom w:val="single" w:sz="4" w:space="0" w:color="auto"/>
            </w:tcBorders>
            <w:shd w:val="clear" w:color="auto" w:fill="auto"/>
          </w:tcPr>
          <w:p w14:paraId="1EAB38B8" w14:textId="77777777" w:rsidR="0034403E" w:rsidRPr="0034403E" w:rsidRDefault="0034403E" w:rsidP="009D17E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34403E" w:rsidRPr="0034403E" w14:paraId="02D82A38" w14:textId="77777777" w:rsidTr="0034403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tcBorders>
              <w:left w:val="nil"/>
              <w:right w:val="nil"/>
            </w:tcBorders>
            <w:shd w:val="clear" w:color="auto" w:fill="auto"/>
          </w:tcPr>
          <w:p w14:paraId="3A413D4E" w14:textId="77777777" w:rsidR="0034403E" w:rsidRPr="0034403E" w:rsidRDefault="0034403E" w:rsidP="009D17E5">
            <w:pPr>
              <w:rPr>
                <w:sz w:val="20"/>
                <w:szCs w:val="20"/>
              </w:rPr>
            </w:pPr>
          </w:p>
        </w:tc>
        <w:tc>
          <w:tcPr>
            <w:tcW w:w="6804" w:type="dxa"/>
            <w:tcBorders>
              <w:left w:val="nil"/>
              <w:right w:val="nil"/>
            </w:tcBorders>
            <w:shd w:val="clear" w:color="auto" w:fill="auto"/>
          </w:tcPr>
          <w:p w14:paraId="73D9BA97" w14:textId="77777777" w:rsidR="0034403E" w:rsidRPr="0034403E" w:rsidRDefault="0034403E" w:rsidP="009D17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34403E" w:rsidRPr="0034403E" w14:paraId="7EC07BDB" w14:textId="77777777" w:rsidTr="0034403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shd w:val="clear" w:color="auto" w:fill="auto"/>
          </w:tcPr>
          <w:p w14:paraId="39D86775" w14:textId="38050524" w:rsidR="0034403E" w:rsidRPr="0034403E" w:rsidRDefault="0034403E" w:rsidP="009D17E5">
            <w:pPr>
              <w:rPr>
                <w:sz w:val="20"/>
                <w:szCs w:val="20"/>
              </w:rPr>
            </w:pPr>
            <w:r w:rsidRPr="0034403E">
              <w:rPr>
                <w:bCs/>
                <w:sz w:val="20"/>
                <w:szCs w:val="20"/>
              </w:rPr>
              <w:t>Jméno</w:t>
            </w:r>
            <w:r>
              <w:rPr>
                <w:bCs/>
                <w:sz w:val="20"/>
                <w:szCs w:val="20"/>
              </w:rPr>
              <w:t>/a</w:t>
            </w:r>
            <w:r w:rsidRPr="0034403E">
              <w:rPr>
                <w:bCs/>
                <w:sz w:val="20"/>
                <w:szCs w:val="20"/>
              </w:rPr>
              <w:t xml:space="preserve"> a podpis</w:t>
            </w:r>
            <w:r>
              <w:rPr>
                <w:bCs/>
                <w:sz w:val="20"/>
                <w:szCs w:val="20"/>
              </w:rPr>
              <w:t xml:space="preserve">/y </w:t>
            </w:r>
            <w:r w:rsidRPr="0034403E">
              <w:rPr>
                <w:bCs/>
                <w:sz w:val="20"/>
                <w:szCs w:val="20"/>
              </w:rPr>
              <w:t>statutárního orgánu Zhotovitele</w:t>
            </w:r>
            <w:r w:rsidRPr="0034403E">
              <w:rPr>
                <w:rStyle w:val="Znakapoznpodarou"/>
                <w:bCs/>
                <w:sz w:val="20"/>
                <w:szCs w:val="20"/>
              </w:rPr>
              <w:footnoteReference w:id="2"/>
            </w:r>
          </w:p>
        </w:tc>
        <w:tc>
          <w:tcPr>
            <w:tcW w:w="6804" w:type="dxa"/>
            <w:shd w:val="clear" w:color="auto" w:fill="auto"/>
          </w:tcPr>
          <w:p w14:paraId="3E05C76D" w14:textId="77777777" w:rsidR="0034403E" w:rsidRPr="0034403E" w:rsidRDefault="0034403E" w:rsidP="009D17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</w:tbl>
    <w:p w14:paraId="65BF5CF9" w14:textId="77777777" w:rsidR="0034403E" w:rsidRPr="0034403E" w:rsidRDefault="0034403E" w:rsidP="0034403E">
      <w:pPr>
        <w:spacing w:before="240" w:after="0" w:line="360" w:lineRule="auto"/>
        <w:jc w:val="both"/>
        <w:rPr>
          <w:sz w:val="24"/>
          <w:szCs w:val="24"/>
        </w:rPr>
      </w:pPr>
    </w:p>
    <w:sectPr w:rsidR="0034403E" w:rsidRPr="0034403E" w:rsidSect="0034403E">
      <w:footerReference w:type="default" r:id="rId11"/>
      <w:headerReference w:type="first" r:id="rId12"/>
      <w:footerReference w:type="first" r:id="rId13"/>
      <w:type w:val="continuous"/>
      <w:pgSz w:w="11906" w:h="16838" w:code="9"/>
      <w:pgMar w:top="1843" w:right="851" w:bottom="1701" w:left="1418" w:header="851" w:footer="567" w:gutter="0"/>
      <w:cols w:space="709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42BF71" w14:textId="77777777" w:rsidR="00F06D15" w:rsidRDefault="00F06D15" w:rsidP="009B4613">
      <w:r>
        <w:separator/>
      </w:r>
    </w:p>
  </w:endnote>
  <w:endnote w:type="continuationSeparator" w:id="0">
    <w:p w14:paraId="209B1AE0" w14:textId="77777777" w:rsidR="00F06D15" w:rsidRDefault="00F06D15" w:rsidP="009B4613">
      <w:r>
        <w:continuationSeparator/>
      </w:r>
    </w:p>
  </w:endnote>
  <w:endnote w:type="continuationNotice" w:id="1">
    <w:p w14:paraId="5AA05FC8" w14:textId="77777777" w:rsidR="00F06D15" w:rsidRDefault="00F06D1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11D35F" w14:textId="2B05C901" w:rsidR="006315CB" w:rsidRPr="00940935" w:rsidRDefault="006315CB" w:rsidP="009B4613">
    <w:pPr>
      <w:pStyle w:val="Zpat"/>
    </w:pPr>
    <w:r w:rsidRPr="00940935">
      <w:t xml:space="preserve">Státní fond dopravní infrastruktury, Sokolovská </w:t>
    </w:r>
    <w:r w:rsidR="00530E47">
      <w:t>1955/</w:t>
    </w:r>
    <w:r w:rsidRPr="00940935">
      <w:t>278, 190 00 Praha 9</w:t>
    </w:r>
  </w:p>
  <w:p w14:paraId="14E6A0BB" w14:textId="38994BCA" w:rsidR="006315CB" w:rsidRPr="00C237B1" w:rsidRDefault="006315CB" w:rsidP="009B4613">
    <w:pPr>
      <w:pStyle w:val="Zpat"/>
    </w:pPr>
    <w:r w:rsidRPr="00940935">
      <w:t xml:space="preserve">Tel.: +420 266 097 </w:t>
    </w:r>
    <w:r>
      <w:t>110</w:t>
    </w:r>
    <w:r w:rsidRPr="00940935">
      <w:t xml:space="preserve">, e-mail: </w:t>
    </w:r>
    <w:r w:rsidR="003B3E9E">
      <w:t>podatelna</w:t>
    </w:r>
    <w:r w:rsidRPr="00940935">
      <w:t xml:space="preserve">@sfdi.cz, </w:t>
    </w:r>
    <w:hyperlink r:id="rId1" w:history="1">
      <w:r w:rsidRPr="00C27DC1">
        <w:rPr>
          <w:rStyle w:val="Hypertextovodkaz"/>
          <w:color w:val="00447A" w:themeColor="text1"/>
          <w:u w:val="none"/>
        </w:rPr>
        <w:t>www.sfdi.cz</w:t>
      </w:r>
    </w:hyperlink>
  </w:p>
  <w:p w14:paraId="50EAECAA" w14:textId="618C2A67" w:rsidR="00384A5F" w:rsidRPr="00113936" w:rsidRDefault="006315CB" w:rsidP="006315CB">
    <w:pPr>
      <w:pStyle w:val="Zpat"/>
      <w:tabs>
        <w:tab w:val="clear" w:pos="9180"/>
        <w:tab w:val="right" w:pos="9637"/>
      </w:tabs>
    </w:pPr>
    <w:r w:rsidRPr="00940935">
      <w:t>certifikát ISO 9001:2016</w:t>
    </w:r>
    <w:r>
      <w:tab/>
    </w:r>
    <w:r>
      <w:tab/>
    </w:r>
    <w:r>
      <w:rPr>
        <w:b/>
        <w:bCs/>
      </w:rPr>
      <w:fldChar w:fldCharType="begin"/>
    </w:r>
    <w:r>
      <w:rPr>
        <w:b/>
        <w:bCs/>
      </w:rPr>
      <w:instrText>PAGE  \* Arabic  \* MERGEFORMAT</w:instrText>
    </w:r>
    <w:r>
      <w:rPr>
        <w:b/>
        <w:bCs/>
      </w:rPr>
      <w:fldChar w:fldCharType="separate"/>
    </w:r>
    <w:r>
      <w:rPr>
        <w:b/>
        <w:bCs/>
      </w:rPr>
      <w:t>1</w:t>
    </w:r>
    <w:r>
      <w:rPr>
        <w:b/>
        <w:bCs/>
      </w:rPr>
      <w:fldChar w:fldCharType="end"/>
    </w:r>
    <w:r>
      <w:t>/</w:t>
    </w:r>
    <w:r>
      <w:rPr>
        <w:b/>
        <w:bCs/>
      </w:rPr>
      <w:fldChar w:fldCharType="begin"/>
    </w:r>
    <w:r>
      <w:rPr>
        <w:b/>
        <w:bCs/>
      </w:rPr>
      <w:instrText>NUMPAGES  \* Arabic  \* MERGEFORMAT</w:instrText>
    </w:r>
    <w:r>
      <w:rPr>
        <w:b/>
        <w:bCs/>
      </w:rPr>
      <w:fldChar w:fldCharType="separate"/>
    </w:r>
    <w:r>
      <w:rPr>
        <w:b/>
        <w:bCs/>
      </w:rPr>
      <w:t>2</w:t>
    </w:r>
    <w:r>
      <w:rPr>
        <w:b/>
        <w:bCs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380900" w14:textId="77777777" w:rsidR="00121DA6" w:rsidRPr="00940935" w:rsidRDefault="00121DA6" w:rsidP="00121DA6">
    <w:pPr>
      <w:pStyle w:val="Zpat"/>
    </w:pPr>
    <w:r w:rsidRPr="00940935">
      <w:t xml:space="preserve">Státní fond dopravní infrastruktury, Sokolovská </w:t>
    </w:r>
    <w:r>
      <w:t>1955/</w:t>
    </w:r>
    <w:r w:rsidRPr="00940935">
      <w:t>278, 190 00 Praha 9</w:t>
    </w:r>
  </w:p>
  <w:p w14:paraId="64BE183E" w14:textId="6B272D80" w:rsidR="00121DA6" w:rsidRPr="00C237B1" w:rsidRDefault="00121DA6" w:rsidP="00121DA6">
    <w:pPr>
      <w:pStyle w:val="Zpat"/>
    </w:pPr>
    <w:r w:rsidRPr="00940935">
      <w:t xml:space="preserve">Tel.: +420 266 097 </w:t>
    </w:r>
    <w:r>
      <w:t>110</w:t>
    </w:r>
    <w:r w:rsidRPr="00940935">
      <w:t xml:space="preserve">, e-mail: </w:t>
    </w:r>
    <w:r>
      <w:t>podatelna</w:t>
    </w:r>
    <w:r w:rsidRPr="00940935">
      <w:t xml:space="preserve">@sfdi.cz, </w:t>
    </w:r>
    <w:r w:rsidR="000E7E3C" w:rsidRPr="000E7E3C">
      <w:t>https://sfdi.gov.cz</w:t>
    </w:r>
  </w:p>
  <w:p w14:paraId="6BB4FB28" w14:textId="77777777" w:rsidR="00121DA6" w:rsidRPr="00113936" w:rsidRDefault="00121DA6" w:rsidP="00121DA6">
    <w:pPr>
      <w:pStyle w:val="Zpat"/>
      <w:tabs>
        <w:tab w:val="clear" w:pos="9180"/>
        <w:tab w:val="right" w:pos="9637"/>
      </w:tabs>
    </w:pPr>
    <w:r w:rsidRPr="00940935">
      <w:t>certifikát ISO 9001:2016</w:t>
    </w:r>
    <w:r>
      <w:tab/>
    </w:r>
    <w:r>
      <w:tab/>
    </w:r>
    <w:r>
      <w:rPr>
        <w:b/>
        <w:bCs/>
      </w:rPr>
      <w:fldChar w:fldCharType="begin"/>
    </w:r>
    <w:r>
      <w:rPr>
        <w:b/>
        <w:bCs/>
      </w:rPr>
      <w:instrText>PAGE  \* Arabic  \* MERGEFORMAT</w:instrText>
    </w:r>
    <w:r>
      <w:rPr>
        <w:b/>
        <w:bCs/>
      </w:rPr>
      <w:fldChar w:fldCharType="separate"/>
    </w:r>
    <w:r>
      <w:rPr>
        <w:b/>
        <w:bCs/>
      </w:rPr>
      <w:t>1</w:t>
    </w:r>
    <w:r>
      <w:rPr>
        <w:b/>
        <w:bCs/>
      </w:rPr>
      <w:fldChar w:fldCharType="end"/>
    </w:r>
    <w:r>
      <w:t>/</w:t>
    </w:r>
    <w:r>
      <w:rPr>
        <w:b/>
        <w:bCs/>
      </w:rPr>
      <w:fldChar w:fldCharType="begin"/>
    </w:r>
    <w:r>
      <w:rPr>
        <w:b/>
        <w:bCs/>
      </w:rPr>
      <w:instrText>NUMPAGES  \* Arabic  \* MERGEFORMAT</w:instrText>
    </w:r>
    <w:r>
      <w:rPr>
        <w:b/>
        <w:bCs/>
      </w:rPr>
      <w:fldChar w:fldCharType="separate"/>
    </w:r>
    <w:r>
      <w:rPr>
        <w:b/>
        <w:bCs/>
      </w:rPr>
      <w:t>1</w:t>
    </w:r>
    <w:r>
      <w:rPr>
        <w:b/>
        <w:bCs/>
      </w:rPr>
      <w:fldChar w:fldCharType="end"/>
    </w:r>
  </w:p>
  <w:p w14:paraId="4705A79C" w14:textId="574D4DCE" w:rsidR="00384A5F" w:rsidRPr="006315CB" w:rsidRDefault="00384A5F" w:rsidP="006315CB">
    <w:pPr>
      <w:pStyle w:val="Zpat"/>
      <w:tabs>
        <w:tab w:val="clear" w:pos="9180"/>
        <w:tab w:val="right" w:pos="9637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4AE64F" w14:textId="77777777" w:rsidR="00F06D15" w:rsidRDefault="00F06D15" w:rsidP="009B4613">
      <w:r>
        <w:separator/>
      </w:r>
    </w:p>
  </w:footnote>
  <w:footnote w:type="continuationSeparator" w:id="0">
    <w:p w14:paraId="4A6F3880" w14:textId="77777777" w:rsidR="00F06D15" w:rsidRDefault="00F06D15" w:rsidP="009B4613">
      <w:r>
        <w:continuationSeparator/>
      </w:r>
    </w:p>
  </w:footnote>
  <w:footnote w:type="continuationNotice" w:id="1">
    <w:p w14:paraId="0D2774D0" w14:textId="77777777" w:rsidR="00F06D15" w:rsidRDefault="00F06D15">
      <w:pPr>
        <w:spacing w:after="0" w:line="240" w:lineRule="auto"/>
      </w:pPr>
    </w:p>
  </w:footnote>
  <w:footnote w:id="2">
    <w:p w14:paraId="395C89E7" w14:textId="77325F90" w:rsidR="0034403E" w:rsidRDefault="0034403E" w:rsidP="0034403E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sz w:val="18"/>
          <w:szCs w:val="18"/>
        </w:rPr>
        <w:t xml:space="preserve">Osoba/y oprávněná/é za Zhotovitele </w:t>
      </w:r>
      <w:r w:rsidR="0029749C">
        <w:rPr>
          <w:sz w:val="18"/>
          <w:szCs w:val="18"/>
        </w:rPr>
        <w:t xml:space="preserve">Akce </w:t>
      </w:r>
      <w:r>
        <w:rPr>
          <w:sz w:val="18"/>
          <w:szCs w:val="18"/>
        </w:rPr>
        <w:t xml:space="preserve">nebo jménem Zhotovitele </w:t>
      </w:r>
      <w:r w:rsidR="0029749C">
        <w:rPr>
          <w:sz w:val="18"/>
          <w:szCs w:val="18"/>
        </w:rPr>
        <w:t xml:space="preserve">Akce </w:t>
      </w:r>
      <w:r>
        <w:rPr>
          <w:sz w:val="18"/>
          <w:szCs w:val="18"/>
        </w:rPr>
        <w:t>jednat. V případě zmocnění je nezbytné přiložit zmocnění s úředně ověřeným podpisem.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B87960" w14:textId="6E3C3E88" w:rsidR="006315CB" w:rsidRPr="00D75E0C" w:rsidRDefault="006315CB" w:rsidP="00D75E0C">
    <w:pPr>
      <w:pStyle w:val="Zhlav"/>
      <w:tabs>
        <w:tab w:val="clear" w:pos="4536"/>
        <w:tab w:val="clear" w:pos="9072"/>
        <w:tab w:val="left" w:pos="2310"/>
      </w:tabs>
      <w:jc w:val="right"/>
      <w:rPr>
        <w:sz w:val="16"/>
        <w:szCs w:val="16"/>
      </w:rPr>
    </w:pPr>
    <w:r w:rsidRPr="00D75E0C">
      <w:rPr>
        <w:sz w:val="16"/>
        <w:szCs w:val="16"/>
      </w:rPr>
      <w:drawing>
        <wp:anchor distT="0" distB="0" distL="114300" distR="114300" simplePos="0" relativeHeight="251658240" behindDoc="0" locked="1" layoutInCell="1" allowOverlap="1" wp14:anchorId="590BE725" wp14:editId="38AF6CAE">
          <wp:simplePos x="0" y="0"/>
          <wp:positionH relativeFrom="page">
            <wp:posOffset>706120</wp:posOffset>
          </wp:positionH>
          <wp:positionV relativeFrom="page">
            <wp:posOffset>540385</wp:posOffset>
          </wp:positionV>
          <wp:extent cx="1655445" cy="615315"/>
          <wp:effectExtent l="0" t="0" r="1905" b="0"/>
          <wp:wrapSquare wrapText="bothSides"/>
          <wp:docPr id="21" name="Obrázek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ek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55445" cy="6153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9749C">
      <w:rPr>
        <w:sz w:val="16"/>
        <w:szCs w:val="16"/>
      </w:rPr>
      <w:t xml:space="preserve">Příloha č. 4 </w:t>
    </w:r>
    <w:r w:rsidR="002B04B4">
      <w:rPr>
        <w:sz w:val="16"/>
        <w:szCs w:val="16"/>
      </w:rPr>
      <w:t>Čestné prohlášení zhotovitele</w:t>
    </w:r>
  </w:p>
  <w:p w14:paraId="3688FC56" w14:textId="77777777" w:rsidR="00384A5F" w:rsidRPr="006315CB" w:rsidRDefault="00384A5F" w:rsidP="00E31DD3">
    <w:pPr>
      <w:pStyle w:val="Zhlav"/>
      <w:spacing w:after="240" w:line="24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6A6427"/>
    <w:multiLevelType w:val="hybridMultilevel"/>
    <w:tmpl w:val="4EA0C328"/>
    <w:lvl w:ilvl="0" w:tplc="83C821E2">
      <w:start w:val="4"/>
      <w:numFmt w:val="bullet"/>
      <w:lvlText w:val="•"/>
      <w:lvlJc w:val="left"/>
      <w:pPr>
        <w:ind w:left="1065" w:hanging="705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294D6B"/>
    <w:multiLevelType w:val="hybridMultilevel"/>
    <w:tmpl w:val="B4C0D880"/>
    <w:lvl w:ilvl="0" w:tplc="FFFFFFFF">
      <w:start w:val="1"/>
      <w:numFmt w:val="bullet"/>
      <w:lvlText w:val="–"/>
      <w:lvlJc w:val="left"/>
      <w:pPr>
        <w:ind w:left="644" w:hanging="360"/>
      </w:pPr>
      <w:rPr>
        <w:rFonts w:ascii="Verdana" w:hAnsi="Verdana" w:hint="default"/>
        <w:color w:val="CD003A" w:themeColor="accent1"/>
      </w:rPr>
    </w:lvl>
    <w:lvl w:ilvl="1" w:tplc="FFFFFFFF">
      <w:start w:val="1"/>
      <w:numFmt w:val="bullet"/>
      <w:lvlText w:val="–"/>
      <w:lvlJc w:val="left"/>
      <w:pPr>
        <w:ind w:left="1440" w:hanging="360"/>
      </w:pPr>
      <w:rPr>
        <w:rFonts w:ascii="Verdana" w:hAnsi="Verdana" w:hint="default"/>
        <w:color w:val="CD003A" w:themeColor="accent1"/>
      </w:rPr>
    </w:lvl>
    <w:lvl w:ilvl="2" w:tplc="0405001B">
      <w:start w:val="1"/>
      <w:numFmt w:val="lowerRoman"/>
      <w:lvlText w:val="%3."/>
      <w:lvlJc w:val="right"/>
      <w:pPr>
        <w:ind w:left="2160" w:hanging="360"/>
      </w:p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BE7EE0"/>
    <w:multiLevelType w:val="hybridMultilevel"/>
    <w:tmpl w:val="5150DACA"/>
    <w:lvl w:ilvl="0" w:tplc="83C821E2">
      <w:start w:val="4"/>
      <w:numFmt w:val="bullet"/>
      <w:lvlText w:val="•"/>
      <w:lvlJc w:val="left"/>
      <w:pPr>
        <w:ind w:left="1065" w:hanging="705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0A6B01"/>
    <w:multiLevelType w:val="hybridMultilevel"/>
    <w:tmpl w:val="3D5C6082"/>
    <w:lvl w:ilvl="0" w:tplc="954E4BA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932580"/>
    <w:multiLevelType w:val="hybridMultilevel"/>
    <w:tmpl w:val="6450EE6A"/>
    <w:lvl w:ilvl="0" w:tplc="8E46764A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3A2071"/>
    <w:multiLevelType w:val="hybridMultilevel"/>
    <w:tmpl w:val="D7FEB288"/>
    <w:lvl w:ilvl="0" w:tplc="FFFFFFFF">
      <w:start w:val="1"/>
      <w:numFmt w:val="bullet"/>
      <w:lvlText w:val="–"/>
      <w:lvlJc w:val="left"/>
      <w:pPr>
        <w:ind w:left="644" w:hanging="360"/>
      </w:pPr>
      <w:rPr>
        <w:rFonts w:ascii="Verdana" w:hAnsi="Verdana" w:hint="default"/>
        <w:color w:val="CD003A" w:themeColor="accent1"/>
      </w:r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563496"/>
    <w:multiLevelType w:val="hybridMultilevel"/>
    <w:tmpl w:val="0A8260BA"/>
    <w:lvl w:ilvl="0" w:tplc="FFFFFFFF">
      <w:start w:val="1"/>
      <w:numFmt w:val="bullet"/>
      <w:lvlText w:val="–"/>
      <w:lvlJc w:val="left"/>
      <w:pPr>
        <w:ind w:left="644" w:hanging="360"/>
      </w:pPr>
      <w:rPr>
        <w:rFonts w:ascii="Verdana" w:hAnsi="Verdana" w:hint="default"/>
        <w:color w:val="CD003A" w:themeColor="accent1"/>
      </w:rPr>
    </w:lvl>
    <w:lvl w:ilvl="1" w:tplc="FFFFFFFF">
      <w:start w:val="1"/>
      <w:numFmt w:val="bullet"/>
      <w:lvlText w:val="–"/>
      <w:lvlJc w:val="left"/>
      <w:pPr>
        <w:ind w:left="1440" w:hanging="360"/>
      </w:pPr>
      <w:rPr>
        <w:rFonts w:ascii="Verdana" w:hAnsi="Verdana" w:hint="default"/>
        <w:color w:val="CD003A" w:themeColor="accent1"/>
      </w:rPr>
    </w:lvl>
    <w:lvl w:ilvl="2" w:tplc="6A2ECF50">
      <w:start w:val="1"/>
      <w:numFmt w:val="bullet"/>
      <w:lvlText w:val="–"/>
      <w:lvlJc w:val="left"/>
      <w:pPr>
        <w:ind w:left="2160" w:hanging="360"/>
      </w:pPr>
      <w:rPr>
        <w:rFonts w:ascii="Verdana" w:hAnsi="Verdana" w:hint="default"/>
        <w:color w:val="CD003A" w:themeColor="accent1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01D1C35"/>
    <w:multiLevelType w:val="hybridMultilevel"/>
    <w:tmpl w:val="5846E30E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BC0C56"/>
    <w:multiLevelType w:val="hybridMultilevel"/>
    <w:tmpl w:val="CA62941C"/>
    <w:lvl w:ilvl="0" w:tplc="F8743A84">
      <w:start w:val="1"/>
      <w:numFmt w:val="lowerLetter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D40971"/>
    <w:multiLevelType w:val="hybridMultilevel"/>
    <w:tmpl w:val="AADA0488"/>
    <w:lvl w:ilvl="0" w:tplc="7C7620F4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59F7B5F"/>
    <w:multiLevelType w:val="hybridMultilevel"/>
    <w:tmpl w:val="2962065A"/>
    <w:lvl w:ilvl="0" w:tplc="F8743A84">
      <w:start w:val="1"/>
      <w:numFmt w:val="lowerLetter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854BD3"/>
    <w:multiLevelType w:val="hybridMultilevel"/>
    <w:tmpl w:val="B4A6B480"/>
    <w:lvl w:ilvl="0" w:tplc="6A2ECF50">
      <w:start w:val="1"/>
      <w:numFmt w:val="bullet"/>
      <w:lvlText w:val="–"/>
      <w:lvlJc w:val="left"/>
      <w:pPr>
        <w:ind w:left="644" w:hanging="360"/>
      </w:pPr>
      <w:rPr>
        <w:rFonts w:ascii="Verdana" w:hAnsi="Verdana" w:hint="default"/>
        <w:color w:val="CD003A" w:themeColor="accent1"/>
      </w:rPr>
    </w:lvl>
    <w:lvl w:ilvl="1" w:tplc="19DC58CA">
      <w:start w:val="1"/>
      <w:numFmt w:val="bullet"/>
      <w:pStyle w:val="Odrky"/>
      <w:lvlText w:val="–"/>
      <w:lvlJc w:val="left"/>
      <w:pPr>
        <w:ind w:left="1440" w:hanging="360"/>
      </w:pPr>
      <w:rPr>
        <w:rFonts w:ascii="Verdana" w:hAnsi="Verdana" w:hint="default"/>
        <w:color w:val="CD003A" w:themeColor="accent1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A1848B4"/>
    <w:multiLevelType w:val="hybridMultilevel"/>
    <w:tmpl w:val="ACBE8C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B0371BD"/>
    <w:multiLevelType w:val="multilevel"/>
    <w:tmpl w:val="2D2EA3D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slovn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7E001006"/>
    <w:multiLevelType w:val="hybridMultilevel"/>
    <w:tmpl w:val="D7C08F58"/>
    <w:lvl w:ilvl="0" w:tplc="00000004">
      <w:start w:val="1"/>
      <w:numFmt w:val="bullet"/>
      <w:lvlText w:val=""/>
      <w:lvlJc w:val="left"/>
      <w:pPr>
        <w:ind w:left="644" w:hanging="360"/>
      </w:pPr>
      <w:rPr>
        <w:rFonts w:ascii="Symbol" w:hAnsi="Symbol" w:cs="Symbol" w:hint="default"/>
        <w:color w:val="000000"/>
        <w:sz w:val="24"/>
        <w:szCs w:val="24"/>
        <w:lang w:eastAsia="ar-SA" w:bidi="ar-SA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 w16cid:durableId="1741831071">
    <w:abstractNumId w:val="11"/>
  </w:num>
  <w:num w:numId="2" w16cid:durableId="1010177894">
    <w:abstractNumId w:val="13"/>
  </w:num>
  <w:num w:numId="3" w16cid:durableId="1345747335">
    <w:abstractNumId w:val="12"/>
  </w:num>
  <w:num w:numId="4" w16cid:durableId="1531070356">
    <w:abstractNumId w:val="0"/>
  </w:num>
  <w:num w:numId="5" w16cid:durableId="42676571">
    <w:abstractNumId w:val="2"/>
  </w:num>
  <w:num w:numId="6" w16cid:durableId="1946112498">
    <w:abstractNumId w:val="10"/>
  </w:num>
  <w:num w:numId="7" w16cid:durableId="1289698539">
    <w:abstractNumId w:val="8"/>
  </w:num>
  <w:num w:numId="8" w16cid:durableId="1107501609">
    <w:abstractNumId w:val="9"/>
  </w:num>
  <w:num w:numId="9" w16cid:durableId="462160208">
    <w:abstractNumId w:val="6"/>
  </w:num>
  <w:num w:numId="10" w16cid:durableId="1365670505">
    <w:abstractNumId w:val="5"/>
  </w:num>
  <w:num w:numId="11" w16cid:durableId="1182278666">
    <w:abstractNumId w:val="1"/>
  </w:num>
  <w:num w:numId="12" w16cid:durableId="162707769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858621089">
    <w:abstractNumId w:val="14"/>
  </w:num>
  <w:num w:numId="14" w16cid:durableId="1452094636">
    <w:abstractNumId w:val="4"/>
  </w:num>
  <w:num w:numId="15" w16cid:durableId="447624427">
    <w:abstractNumId w:val="3"/>
  </w:num>
  <w:num w:numId="16" w16cid:durableId="136120498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linkStyles/>
  <w:stylePaneFormatFilter w:val="5224" w:allStyles="0" w:customStyles="0" w:latentStyles="1" w:stylesInUse="0" w:headingStyles="1" w:numberingStyles="0" w:tableStyles="0" w:directFormattingOnRuns="0" w:directFormattingOnParagraphs="1" w:directFormattingOnNumbering="0" w:directFormattingOnTables="0" w:clearFormatting="1" w:top3HeadingStyles="0" w:visibleStyles="1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1EAC"/>
    <w:rsid w:val="00004F96"/>
    <w:rsid w:val="0001333B"/>
    <w:rsid w:val="00014383"/>
    <w:rsid w:val="0001692F"/>
    <w:rsid w:val="00074C8E"/>
    <w:rsid w:val="00083B2D"/>
    <w:rsid w:val="00094B17"/>
    <w:rsid w:val="000A3D0E"/>
    <w:rsid w:val="000C1E3A"/>
    <w:rsid w:val="000C4EA6"/>
    <w:rsid w:val="000D0D6C"/>
    <w:rsid w:val="000E7E3C"/>
    <w:rsid w:val="000F084B"/>
    <w:rsid w:val="00104679"/>
    <w:rsid w:val="001062F2"/>
    <w:rsid w:val="00107CD8"/>
    <w:rsid w:val="00113936"/>
    <w:rsid w:val="00121DA6"/>
    <w:rsid w:val="00135F31"/>
    <w:rsid w:val="0013783F"/>
    <w:rsid w:val="001473EC"/>
    <w:rsid w:val="00161BEF"/>
    <w:rsid w:val="001639CF"/>
    <w:rsid w:val="001A7DCC"/>
    <w:rsid w:val="001B32FD"/>
    <w:rsid w:val="001B7F35"/>
    <w:rsid w:val="001D24EC"/>
    <w:rsid w:val="001D394C"/>
    <w:rsid w:val="001E0043"/>
    <w:rsid w:val="001E78B2"/>
    <w:rsid w:val="00214D46"/>
    <w:rsid w:val="00217DD9"/>
    <w:rsid w:val="00234AF6"/>
    <w:rsid w:val="00236941"/>
    <w:rsid w:val="002477C2"/>
    <w:rsid w:val="00252B02"/>
    <w:rsid w:val="00252B81"/>
    <w:rsid w:val="0027385E"/>
    <w:rsid w:val="002829F7"/>
    <w:rsid w:val="00282BAD"/>
    <w:rsid w:val="0029749C"/>
    <w:rsid w:val="002A39F2"/>
    <w:rsid w:val="002B009E"/>
    <w:rsid w:val="002B04B4"/>
    <w:rsid w:val="002B7E83"/>
    <w:rsid w:val="00303A68"/>
    <w:rsid w:val="0034403E"/>
    <w:rsid w:val="00347603"/>
    <w:rsid w:val="003779DC"/>
    <w:rsid w:val="00384A5F"/>
    <w:rsid w:val="003A161B"/>
    <w:rsid w:val="003A5538"/>
    <w:rsid w:val="003B3E9E"/>
    <w:rsid w:val="003B5693"/>
    <w:rsid w:val="003C0326"/>
    <w:rsid w:val="003E03F3"/>
    <w:rsid w:val="004004B8"/>
    <w:rsid w:val="004114CA"/>
    <w:rsid w:val="004536C1"/>
    <w:rsid w:val="00465B9E"/>
    <w:rsid w:val="004A6DE8"/>
    <w:rsid w:val="004B0396"/>
    <w:rsid w:val="004C5937"/>
    <w:rsid w:val="004D723F"/>
    <w:rsid w:val="004F51F7"/>
    <w:rsid w:val="00503644"/>
    <w:rsid w:val="005305CF"/>
    <w:rsid w:val="00530E47"/>
    <w:rsid w:val="0054746C"/>
    <w:rsid w:val="00550F89"/>
    <w:rsid w:val="00554E11"/>
    <w:rsid w:val="00565C3F"/>
    <w:rsid w:val="00581D53"/>
    <w:rsid w:val="00582F8D"/>
    <w:rsid w:val="00584AE7"/>
    <w:rsid w:val="005A606B"/>
    <w:rsid w:val="005C52EC"/>
    <w:rsid w:val="005D6B3B"/>
    <w:rsid w:val="005F7490"/>
    <w:rsid w:val="005F78BF"/>
    <w:rsid w:val="006315CB"/>
    <w:rsid w:val="006519E0"/>
    <w:rsid w:val="006644B6"/>
    <w:rsid w:val="006917BB"/>
    <w:rsid w:val="006A4690"/>
    <w:rsid w:val="006B565B"/>
    <w:rsid w:val="006E2635"/>
    <w:rsid w:val="006E2A66"/>
    <w:rsid w:val="006E62EA"/>
    <w:rsid w:val="0070414A"/>
    <w:rsid w:val="00717D04"/>
    <w:rsid w:val="00724307"/>
    <w:rsid w:val="007279F7"/>
    <w:rsid w:val="0073690C"/>
    <w:rsid w:val="0074035D"/>
    <w:rsid w:val="007728DE"/>
    <w:rsid w:val="00781A66"/>
    <w:rsid w:val="00787ACE"/>
    <w:rsid w:val="007B6127"/>
    <w:rsid w:val="007B6EDB"/>
    <w:rsid w:val="007D29E8"/>
    <w:rsid w:val="007E1E9E"/>
    <w:rsid w:val="007E7160"/>
    <w:rsid w:val="00803A83"/>
    <w:rsid w:val="00805975"/>
    <w:rsid w:val="00817545"/>
    <w:rsid w:val="008240CE"/>
    <w:rsid w:val="00834767"/>
    <w:rsid w:val="00842FF8"/>
    <w:rsid w:val="00845EC6"/>
    <w:rsid w:val="00852F01"/>
    <w:rsid w:val="00873171"/>
    <w:rsid w:val="008832E9"/>
    <w:rsid w:val="00891AA4"/>
    <w:rsid w:val="00891E42"/>
    <w:rsid w:val="008B7398"/>
    <w:rsid w:val="008C4EB6"/>
    <w:rsid w:val="008D6D3F"/>
    <w:rsid w:val="008F23A2"/>
    <w:rsid w:val="00905DB9"/>
    <w:rsid w:val="0091004F"/>
    <w:rsid w:val="00922FB8"/>
    <w:rsid w:val="00923D5A"/>
    <w:rsid w:val="00940935"/>
    <w:rsid w:val="00946DF4"/>
    <w:rsid w:val="00952C18"/>
    <w:rsid w:val="00953873"/>
    <w:rsid w:val="00987059"/>
    <w:rsid w:val="009A6DCA"/>
    <w:rsid w:val="009B4613"/>
    <w:rsid w:val="009D2168"/>
    <w:rsid w:val="009F140C"/>
    <w:rsid w:val="00A15FA9"/>
    <w:rsid w:val="00A226F1"/>
    <w:rsid w:val="00A46FFD"/>
    <w:rsid w:val="00A54E0F"/>
    <w:rsid w:val="00A650A7"/>
    <w:rsid w:val="00A654FA"/>
    <w:rsid w:val="00A67856"/>
    <w:rsid w:val="00A7359C"/>
    <w:rsid w:val="00A86932"/>
    <w:rsid w:val="00A87742"/>
    <w:rsid w:val="00AB5515"/>
    <w:rsid w:val="00AD5750"/>
    <w:rsid w:val="00AF570A"/>
    <w:rsid w:val="00B006BD"/>
    <w:rsid w:val="00B03C84"/>
    <w:rsid w:val="00B13D7D"/>
    <w:rsid w:val="00B16E7D"/>
    <w:rsid w:val="00B42D82"/>
    <w:rsid w:val="00B504A5"/>
    <w:rsid w:val="00B52103"/>
    <w:rsid w:val="00B708D0"/>
    <w:rsid w:val="00B77615"/>
    <w:rsid w:val="00B87BC0"/>
    <w:rsid w:val="00B9729C"/>
    <w:rsid w:val="00BA636B"/>
    <w:rsid w:val="00BB1A58"/>
    <w:rsid w:val="00BC48AA"/>
    <w:rsid w:val="00BF10C0"/>
    <w:rsid w:val="00C237B1"/>
    <w:rsid w:val="00C27DC1"/>
    <w:rsid w:val="00C43880"/>
    <w:rsid w:val="00C56271"/>
    <w:rsid w:val="00C66AFC"/>
    <w:rsid w:val="00C71EAC"/>
    <w:rsid w:val="00C73EAD"/>
    <w:rsid w:val="00C85A5B"/>
    <w:rsid w:val="00C94A94"/>
    <w:rsid w:val="00CB008F"/>
    <w:rsid w:val="00CD376A"/>
    <w:rsid w:val="00CE2F2E"/>
    <w:rsid w:val="00CF145F"/>
    <w:rsid w:val="00D10DCD"/>
    <w:rsid w:val="00D16C96"/>
    <w:rsid w:val="00D21BEF"/>
    <w:rsid w:val="00D4524D"/>
    <w:rsid w:val="00D5190F"/>
    <w:rsid w:val="00D65E78"/>
    <w:rsid w:val="00D71FBB"/>
    <w:rsid w:val="00D75E0C"/>
    <w:rsid w:val="00D97E71"/>
    <w:rsid w:val="00DA69A1"/>
    <w:rsid w:val="00DC2F8F"/>
    <w:rsid w:val="00DE4A66"/>
    <w:rsid w:val="00DF78B4"/>
    <w:rsid w:val="00E05C9E"/>
    <w:rsid w:val="00E07322"/>
    <w:rsid w:val="00E17D36"/>
    <w:rsid w:val="00E31DD3"/>
    <w:rsid w:val="00E51D7F"/>
    <w:rsid w:val="00E71EFA"/>
    <w:rsid w:val="00E7611D"/>
    <w:rsid w:val="00EA6CD9"/>
    <w:rsid w:val="00EA7C4C"/>
    <w:rsid w:val="00EB70E4"/>
    <w:rsid w:val="00EC661B"/>
    <w:rsid w:val="00ED6A72"/>
    <w:rsid w:val="00F06D15"/>
    <w:rsid w:val="00F11095"/>
    <w:rsid w:val="00F17FE0"/>
    <w:rsid w:val="00F23BFF"/>
    <w:rsid w:val="00F978CD"/>
    <w:rsid w:val="00FA65BC"/>
    <w:rsid w:val="00FC5079"/>
    <w:rsid w:val="00FF4704"/>
    <w:rsid w:val="00FF49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FBDDA5"/>
  <w15:chartTrackingRefBased/>
  <w15:docId w15:val="{C335676C-43B0-4F62-87CE-2BDC042836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5" w:qFormat="1"/>
    <w:lsdException w:name="heading 2" w:semiHidden="1" w:uiPriority="6" w:unhideWhenUsed="1" w:qFormat="1"/>
    <w:lsdException w:name="heading 3" w:semiHidden="1" w:uiPriority="7" w:unhideWhenUsed="1" w:qFormat="1"/>
    <w:lsdException w:name="heading 4" w:semiHidden="1" w:unhideWhenUsed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4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6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uiPriority w:val="99"/>
    <w:semiHidden/>
    <w:rsid w:val="006917BB"/>
    <w:pPr>
      <w:spacing w:line="264" w:lineRule="auto"/>
    </w:pPr>
    <w:rPr>
      <w:noProof/>
      <w:sz w:val="18"/>
      <w:lang w:eastAsia="cs-CZ"/>
    </w:rPr>
  </w:style>
  <w:style w:type="paragraph" w:styleId="Nadpis1">
    <w:name w:val="heading 1"/>
    <w:basedOn w:val="Normln"/>
    <w:next w:val="Zkladn"/>
    <w:link w:val="Nadpis1Char"/>
    <w:uiPriority w:val="5"/>
    <w:qFormat/>
    <w:rsid w:val="006917B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aps/>
      <w:color w:val="CD003A" w:themeColor="accent1"/>
      <w:sz w:val="24"/>
      <w:szCs w:val="32"/>
    </w:rPr>
  </w:style>
  <w:style w:type="paragraph" w:styleId="Nadpis2">
    <w:name w:val="heading 2"/>
    <w:basedOn w:val="Normln"/>
    <w:next w:val="Zkladn"/>
    <w:link w:val="Nadpis2Char"/>
    <w:uiPriority w:val="6"/>
    <w:qFormat/>
    <w:rsid w:val="00E31DD3"/>
    <w:pPr>
      <w:keepNext/>
      <w:keepLines/>
      <w:pBdr>
        <w:top w:val="single" w:sz="8" w:space="1" w:color="CD003A" w:themeColor="accent1"/>
      </w:pBdr>
      <w:spacing w:before="360"/>
      <w:ind w:right="5103"/>
      <w:outlineLvl w:val="1"/>
    </w:pPr>
    <w:rPr>
      <w:rFonts w:asciiTheme="majorHAnsi" w:eastAsiaTheme="majorEastAsia" w:hAnsiTheme="majorHAnsi" w:cstheme="majorBidi"/>
      <w:color w:val="00447A" w:themeColor="text1"/>
      <w:sz w:val="24"/>
      <w:szCs w:val="26"/>
    </w:rPr>
  </w:style>
  <w:style w:type="paragraph" w:styleId="Nadpis3">
    <w:name w:val="heading 3"/>
    <w:basedOn w:val="Nadpis2"/>
    <w:next w:val="Zkladn"/>
    <w:link w:val="Nadpis3Char"/>
    <w:uiPriority w:val="7"/>
    <w:qFormat/>
    <w:rsid w:val="006917BB"/>
    <w:pPr>
      <w:pBdr>
        <w:top w:val="none" w:sz="0" w:space="0" w:color="auto"/>
      </w:pBdr>
      <w:ind w:right="0"/>
      <w:outlineLvl w:val="2"/>
    </w:pPr>
    <w:rPr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6"/>
    <w:rsid w:val="00E31DD3"/>
    <w:rPr>
      <w:rFonts w:asciiTheme="majorHAnsi" w:eastAsiaTheme="majorEastAsia" w:hAnsiTheme="majorHAnsi" w:cstheme="majorBidi"/>
      <w:noProof/>
      <w:color w:val="00447A" w:themeColor="text1"/>
      <w:sz w:val="24"/>
      <w:szCs w:val="2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6917BB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6917BB"/>
    <w:rPr>
      <w:noProof/>
      <w:sz w:val="18"/>
      <w:lang w:eastAsia="cs-CZ"/>
    </w:rPr>
  </w:style>
  <w:style w:type="paragraph" w:styleId="Zpat">
    <w:name w:val="footer"/>
    <w:basedOn w:val="Normln"/>
    <w:link w:val="ZpatChar"/>
    <w:uiPriority w:val="99"/>
    <w:qFormat/>
    <w:rsid w:val="006917BB"/>
    <w:pPr>
      <w:pBdr>
        <w:top w:val="single" w:sz="4" w:space="8" w:color="00447A" w:themeColor="text1"/>
      </w:pBdr>
      <w:tabs>
        <w:tab w:val="center" w:pos="4536"/>
        <w:tab w:val="right" w:pos="9180"/>
      </w:tabs>
      <w:spacing w:after="0"/>
    </w:pPr>
    <w:rPr>
      <w:color w:val="00447A" w:themeColor="text1"/>
      <w:sz w:val="14"/>
    </w:rPr>
  </w:style>
  <w:style w:type="character" w:customStyle="1" w:styleId="ZpatChar">
    <w:name w:val="Zápatí Char"/>
    <w:basedOn w:val="Standardnpsmoodstavce"/>
    <w:link w:val="Zpat"/>
    <w:uiPriority w:val="99"/>
    <w:rsid w:val="006917BB"/>
    <w:rPr>
      <w:noProof/>
      <w:color w:val="00447A" w:themeColor="text1"/>
      <w:sz w:val="14"/>
      <w:lang w:eastAsia="cs-CZ"/>
    </w:rPr>
  </w:style>
  <w:style w:type="character" w:customStyle="1" w:styleId="Nadpis1Char">
    <w:name w:val="Nadpis 1 Char"/>
    <w:basedOn w:val="Standardnpsmoodstavce"/>
    <w:link w:val="Nadpis1"/>
    <w:uiPriority w:val="5"/>
    <w:rsid w:val="006917BB"/>
    <w:rPr>
      <w:rFonts w:asciiTheme="majorHAnsi" w:eastAsiaTheme="majorEastAsia" w:hAnsiTheme="majorHAnsi" w:cstheme="majorBidi"/>
      <w:caps/>
      <w:noProof/>
      <w:color w:val="CD003A" w:themeColor="accent1"/>
      <w:sz w:val="24"/>
      <w:szCs w:val="32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6917BB"/>
    <w:rPr>
      <w:color w:val="CD003A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6917BB"/>
    <w:rPr>
      <w:color w:val="605E5C"/>
      <w:shd w:val="clear" w:color="auto" w:fill="E1DFDD"/>
    </w:rPr>
  </w:style>
  <w:style w:type="character" w:styleId="Zstupntext">
    <w:name w:val="Placeholder Text"/>
    <w:basedOn w:val="Standardnpsmoodstavce"/>
    <w:uiPriority w:val="99"/>
    <w:semiHidden/>
    <w:rsid w:val="006917BB"/>
    <w:rPr>
      <w:color w:val="808080"/>
    </w:rPr>
  </w:style>
  <w:style w:type="paragraph" w:styleId="Nzev">
    <w:name w:val="Title"/>
    <w:next w:val="Normln"/>
    <w:link w:val="NzevChar"/>
    <w:uiPriority w:val="4"/>
    <w:qFormat/>
    <w:rsid w:val="006917BB"/>
    <w:pPr>
      <w:spacing w:before="120"/>
      <w:ind w:left="4253"/>
      <w:jc w:val="right"/>
    </w:pPr>
    <w:rPr>
      <w:rFonts w:asciiTheme="majorHAnsi" w:eastAsiaTheme="majorEastAsia" w:hAnsiTheme="majorHAnsi" w:cstheme="majorBidi"/>
      <w:color w:val="00447A" w:themeColor="text1"/>
      <w:sz w:val="24"/>
      <w:szCs w:val="32"/>
    </w:rPr>
  </w:style>
  <w:style w:type="character" w:customStyle="1" w:styleId="NzevChar">
    <w:name w:val="Název Char"/>
    <w:basedOn w:val="Standardnpsmoodstavce"/>
    <w:link w:val="Nzev"/>
    <w:uiPriority w:val="4"/>
    <w:rsid w:val="006917BB"/>
    <w:rPr>
      <w:rFonts w:asciiTheme="majorHAnsi" w:eastAsiaTheme="majorEastAsia" w:hAnsiTheme="majorHAnsi" w:cstheme="majorBidi"/>
      <w:color w:val="00447A" w:themeColor="text1"/>
      <w:sz w:val="24"/>
      <w:szCs w:val="32"/>
    </w:rPr>
  </w:style>
  <w:style w:type="paragraph" w:customStyle="1" w:styleId="Zkladn">
    <w:name w:val="Základní"/>
    <w:basedOn w:val="Normln"/>
    <w:link w:val="ZkladnChar"/>
    <w:qFormat/>
    <w:rsid w:val="006917BB"/>
    <w:rPr>
      <w:sz w:val="20"/>
    </w:rPr>
  </w:style>
  <w:style w:type="character" w:customStyle="1" w:styleId="Nadpis3Char">
    <w:name w:val="Nadpis 3 Char"/>
    <w:basedOn w:val="Standardnpsmoodstavce"/>
    <w:link w:val="Nadpis3"/>
    <w:uiPriority w:val="7"/>
    <w:rsid w:val="006917BB"/>
    <w:rPr>
      <w:rFonts w:asciiTheme="majorHAnsi" w:eastAsiaTheme="majorEastAsia" w:hAnsiTheme="majorHAnsi" w:cstheme="majorBidi"/>
      <w:noProof/>
      <w:color w:val="00447A" w:themeColor="text1"/>
      <w:sz w:val="24"/>
      <w:szCs w:val="24"/>
      <w:lang w:eastAsia="cs-CZ"/>
    </w:rPr>
  </w:style>
  <w:style w:type="paragraph" w:customStyle="1" w:styleId="Odrky">
    <w:name w:val="Odrážky"/>
    <w:basedOn w:val="Zkladn"/>
    <w:uiPriority w:val="11"/>
    <w:qFormat/>
    <w:rsid w:val="006917BB"/>
    <w:pPr>
      <w:numPr>
        <w:ilvl w:val="1"/>
        <w:numId w:val="1"/>
      </w:numPr>
      <w:spacing w:after="0"/>
      <w:ind w:left="993" w:hanging="284"/>
      <w:contextualSpacing/>
    </w:pPr>
  </w:style>
  <w:style w:type="paragraph" w:customStyle="1" w:styleId="slovn">
    <w:name w:val="Číslování"/>
    <w:basedOn w:val="Zkladn"/>
    <w:uiPriority w:val="12"/>
    <w:qFormat/>
    <w:rsid w:val="006917BB"/>
    <w:pPr>
      <w:numPr>
        <w:ilvl w:val="1"/>
        <w:numId w:val="2"/>
      </w:numPr>
      <w:ind w:left="851" w:hanging="511"/>
      <w:contextualSpacing/>
    </w:pPr>
  </w:style>
  <w:style w:type="paragraph" w:customStyle="1" w:styleId="Nadpistabulky">
    <w:name w:val="Nadpis tabulky"/>
    <w:basedOn w:val="Zkladn"/>
    <w:link w:val="NadpistabulkyChar"/>
    <w:uiPriority w:val="13"/>
    <w:qFormat/>
    <w:rsid w:val="006917BB"/>
    <w:rPr>
      <w:b/>
      <w:bCs/>
      <w:color w:val="CD003A" w:themeColor="accent1"/>
      <w:szCs w:val="20"/>
    </w:rPr>
  </w:style>
  <w:style w:type="table" w:styleId="Mkatabulky">
    <w:name w:val="Table Grid"/>
    <w:basedOn w:val="Normlntabulka"/>
    <w:uiPriority w:val="39"/>
    <w:rsid w:val="006917BB"/>
    <w:pPr>
      <w:spacing w:after="0"/>
    </w:pPr>
    <w:rPr>
      <w:sz w:val="1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tcMar>
        <w:top w:w="57" w:type="dxa"/>
        <w:bottom w:w="57" w:type="dxa"/>
      </w:tcMar>
      <w:vAlign w:val="center"/>
    </w:tcPr>
    <w:tblStylePr w:type="firstRow">
      <w:rPr>
        <w:rFonts w:asciiTheme="minorHAnsi" w:hAnsiTheme="minorHAnsi"/>
        <w:b/>
        <w:color w:val="auto"/>
        <w:sz w:val="18"/>
      </w:rPr>
      <w:tblPr/>
      <w:tcPr>
        <w:shd w:val="clear" w:color="auto" w:fill="E4E6F1"/>
      </w:tcPr>
    </w:tblStylePr>
    <w:tblStylePr w:type="lastRow">
      <w:rPr>
        <w:b/>
      </w:rPr>
      <w:tblPr/>
      <w:tcPr>
        <w:shd w:val="clear" w:color="auto" w:fill="E4E6F1"/>
      </w:tcPr>
    </w:tblStylePr>
    <w:tblStylePr w:type="firstCol">
      <w:rPr>
        <w:b/>
      </w:rPr>
      <w:tblPr/>
      <w:tcPr>
        <w:shd w:val="clear" w:color="auto" w:fill="E4E6F1"/>
      </w:tcPr>
    </w:tblStylePr>
  </w:style>
  <w:style w:type="character" w:customStyle="1" w:styleId="ZkladnChar">
    <w:name w:val="Základní Char"/>
    <w:basedOn w:val="Standardnpsmoodstavce"/>
    <w:link w:val="Zkladn"/>
    <w:rsid w:val="006917BB"/>
    <w:rPr>
      <w:noProof/>
      <w:sz w:val="20"/>
      <w:lang w:eastAsia="cs-CZ"/>
    </w:rPr>
  </w:style>
  <w:style w:type="character" w:customStyle="1" w:styleId="NadpistabulkyChar">
    <w:name w:val="Nadpis tabulky Char"/>
    <w:basedOn w:val="ZkladnChar"/>
    <w:link w:val="Nadpistabulky"/>
    <w:uiPriority w:val="13"/>
    <w:rsid w:val="006917BB"/>
    <w:rPr>
      <w:b/>
      <w:bCs/>
      <w:noProof/>
      <w:color w:val="CD003A" w:themeColor="accent1"/>
      <w:sz w:val="20"/>
      <w:szCs w:val="20"/>
      <w:lang w:eastAsia="cs-CZ"/>
    </w:rPr>
  </w:style>
  <w:style w:type="paragraph" w:styleId="Bezmezer">
    <w:name w:val="No Spacing"/>
    <w:basedOn w:val="Zkladntext"/>
    <w:link w:val="BezmezerChar"/>
    <w:uiPriority w:val="1"/>
    <w:qFormat/>
    <w:rsid w:val="006917BB"/>
    <w:pPr>
      <w:spacing w:after="0"/>
    </w:pPr>
    <w:rPr>
      <w:sz w:val="20"/>
    </w:rPr>
  </w:style>
  <w:style w:type="paragraph" w:customStyle="1" w:styleId="dajetext">
    <w:name w:val="Údaje text"/>
    <w:link w:val="dajetextChar"/>
    <w:uiPriority w:val="9"/>
    <w:qFormat/>
    <w:rsid w:val="006917BB"/>
    <w:pPr>
      <w:pBdr>
        <w:left w:val="single" w:sz="8" w:space="4" w:color="CD003A" w:themeColor="accent1"/>
      </w:pBdr>
      <w:spacing w:after="0"/>
    </w:pPr>
    <w:rPr>
      <w:noProof/>
      <w:sz w:val="18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6917B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6917BB"/>
    <w:rPr>
      <w:noProof/>
      <w:sz w:val="18"/>
      <w:lang w:eastAsia="cs-CZ"/>
    </w:rPr>
  </w:style>
  <w:style w:type="paragraph" w:customStyle="1" w:styleId="dajenadpis">
    <w:name w:val="Údaje nadpis"/>
    <w:basedOn w:val="dajetext"/>
    <w:next w:val="dajetext"/>
    <w:link w:val="dajenadpisChar"/>
    <w:uiPriority w:val="8"/>
    <w:qFormat/>
    <w:rsid w:val="006917BB"/>
    <w:rPr>
      <w:color w:val="00447A" w:themeColor="text1"/>
    </w:rPr>
  </w:style>
  <w:style w:type="character" w:customStyle="1" w:styleId="BezmezerChar">
    <w:name w:val="Bez mezer Char"/>
    <w:basedOn w:val="ZkladntextChar"/>
    <w:link w:val="Bezmezer"/>
    <w:uiPriority w:val="1"/>
    <w:rsid w:val="006917BB"/>
    <w:rPr>
      <w:noProof/>
      <w:sz w:val="20"/>
      <w:lang w:eastAsia="cs-CZ"/>
    </w:rPr>
  </w:style>
  <w:style w:type="character" w:customStyle="1" w:styleId="dajetextChar">
    <w:name w:val="Údaje text Char"/>
    <w:basedOn w:val="BezmezerChar"/>
    <w:link w:val="dajetext"/>
    <w:uiPriority w:val="9"/>
    <w:rsid w:val="006917BB"/>
    <w:rPr>
      <w:noProof/>
      <w:sz w:val="18"/>
      <w:lang w:eastAsia="cs-CZ"/>
    </w:rPr>
  </w:style>
  <w:style w:type="paragraph" w:customStyle="1" w:styleId="Podpispodlinkou">
    <w:name w:val="Podpis pod linkou"/>
    <w:basedOn w:val="Zkladn"/>
    <w:link w:val="PodpispodlinkouChar"/>
    <w:uiPriority w:val="10"/>
    <w:qFormat/>
    <w:rsid w:val="006A4690"/>
    <w:pPr>
      <w:pBdr>
        <w:top w:val="single" w:sz="8" w:space="9" w:color="00447A" w:themeColor="text1"/>
      </w:pBdr>
      <w:ind w:left="5670" w:right="1134"/>
      <w:jc w:val="center"/>
    </w:pPr>
  </w:style>
  <w:style w:type="character" w:customStyle="1" w:styleId="dajenadpisChar">
    <w:name w:val="Údaje nadpis Char"/>
    <w:basedOn w:val="dajetextChar"/>
    <w:link w:val="dajenadpis"/>
    <w:uiPriority w:val="8"/>
    <w:rsid w:val="006917BB"/>
    <w:rPr>
      <w:noProof/>
      <w:color w:val="00447A" w:themeColor="text1"/>
      <w:sz w:val="18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6917BB"/>
    <w:rPr>
      <w:sz w:val="16"/>
      <w:szCs w:val="16"/>
    </w:rPr>
  </w:style>
  <w:style w:type="character" w:customStyle="1" w:styleId="PodpispodlinkouChar">
    <w:name w:val="Podpis pod linkou Char"/>
    <w:basedOn w:val="ZkladnChar"/>
    <w:link w:val="Podpispodlinkou"/>
    <w:uiPriority w:val="10"/>
    <w:rsid w:val="006A4690"/>
    <w:rPr>
      <w:noProof/>
      <w:sz w:val="20"/>
      <w:lang w:eastAsia="cs-CZ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917B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917BB"/>
    <w:rPr>
      <w:noProof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917B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917BB"/>
    <w:rPr>
      <w:b/>
      <w:bCs/>
      <w:noProof/>
      <w:sz w:val="20"/>
      <w:szCs w:val="20"/>
      <w:lang w:eastAsia="cs-CZ"/>
    </w:rPr>
  </w:style>
  <w:style w:type="paragraph" w:customStyle="1" w:styleId="Zkladn9b">
    <w:name w:val="Základní 9b"/>
    <w:basedOn w:val="Zkladn"/>
    <w:uiPriority w:val="2"/>
    <w:qFormat/>
    <w:rsid w:val="006917BB"/>
    <w:pPr>
      <w:spacing w:after="0"/>
    </w:pPr>
    <w:rPr>
      <w:sz w:val="18"/>
      <w:szCs w:val="18"/>
    </w:rPr>
  </w:style>
  <w:style w:type="paragraph" w:customStyle="1" w:styleId="Bezmezer9b">
    <w:name w:val="Bez mezer 9b"/>
    <w:basedOn w:val="Bezmezer"/>
    <w:uiPriority w:val="3"/>
    <w:qFormat/>
    <w:rsid w:val="006917BB"/>
    <w:rPr>
      <w:sz w:val="18"/>
    </w:rPr>
  </w:style>
  <w:style w:type="paragraph" w:customStyle="1" w:styleId="Podpis2">
    <w:name w:val="Podpis2"/>
    <w:basedOn w:val="Zkladn"/>
    <w:link w:val="Podpis2Char"/>
    <w:uiPriority w:val="10"/>
    <w:qFormat/>
    <w:rsid w:val="006917BB"/>
    <w:pPr>
      <w:ind w:left="5670" w:right="1134"/>
      <w:jc w:val="center"/>
    </w:pPr>
  </w:style>
  <w:style w:type="character" w:customStyle="1" w:styleId="Podpis2Char">
    <w:name w:val="Podpis2 Char"/>
    <w:basedOn w:val="ZkladnChar"/>
    <w:link w:val="Podpis2"/>
    <w:uiPriority w:val="10"/>
    <w:rsid w:val="006917BB"/>
    <w:rPr>
      <w:noProof/>
      <w:sz w:val="20"/>
      <w:lang w:eastAsia="cs-CZ"/>
    </w:rPr>
  </w:style>
  <w:style w:type="paragraph" w:styleId="Revize">
    <w:name w:val="Revision"/>
    <w:hidden/>
    <w:uiPriority w:val="99"/>
    <w:semiHidden/>
    <w:rsid w:val="00074C8E"/>
    <w:pPr>
      <w:spacing w:after="0"/>
    </w:pPr>
    <w:rPr>
      <w:noProof/>
      <w:sz w:val="18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4536C1"/>
    <w:pPr>
      <w:tabs>
        <w:tab w:val="right" w:leader="underscore" w:pos="9627"/>
      </w:tabs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1A7DCC"/>
    <w:pPr>
      <w:spacing w:after="100"/>
      <w:ind w:left="180"/>
    </w:pPr>
  </w:style>
  <w:style w:type="paragraph" w:styleId="Obsah3">
    <w:name w:val="toc 3"/>
    <w:basedOn w:val="Normln"/>
    <w:next w:val="Normln"/>
    <w:autoRedefine/>
    <w:uiPriority w:val="39"/>
    <w:unhideWhenUsed/>
    <w:rsid w:val="001A7DCC"/>
    <w:pPr>
      <w:spacing w:after="100"/>
      <w:ind w:left="360"/>
    </w:pPr>
  </w:style>
  <w:style w:type="paragraph" w:styleId="Odstavecseseznamem">
    <w:name w:val="List Paragraph"/>
    <w:basedOn w:val="Normln"/>
    <w:uiPriority w:val="34"/>
    <w:qFormat/>
    <w:rsid w:val="00D75E0C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noProof w:val="0"/>
      <w:sz w:val="24"/>
      <w:szCs w:val="20"/>
    </w:rPr>
  </w:style>
  <w:style w:type="paragraph" w:customStyle="1" w:styleId="Default">
    <w:name w:val="Default"/>
    <w:rsid w:val="00D75E0C"/>
    <w:pPr>
      <w:autoSpaceDE w:val="0"/>
      <w:autoSpaceDN w:val="0"/>
      <w:adjustRightInd w:val="0"/>
      <w:spacing w:after="0"/>
    </w:pPr>
    <w:rPr>
      <w:rFonts w:ascii="Times New Roman" w:eastAsia="Calibri" w:hAnsi="Times New Roman" w:cs="Times New Roman"/>
      <w:color w:val="000000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75E0C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75E0C"/>
    <w:rPr>
      <w:noProof/>
      <w:sz w:val="20"/>
      <w:szCs w:val="20"/>
      <w:lang w:eastAsia="cs-CZ"/>
    </w:rPr>
  </w:style>
  <w:style w:type="character" w:styleId="Znakapoznpodarou">
    <w:name w:val="footnote reference"/>
    <w:basedOn w:val="Standardnpsmoodstavce"/>
    <w:semiHidden/>
    <w:unhideWhenUsed/>
    <w:rsid w:val="00D75E0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136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73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95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fdi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omas\OneDrive\Dokumenty\Vlastn&#237;%20&#353;ablony%20Office\vychoz&#237;%20&#353;ablona%20sfdi.dotx" TargetMode="External"/></Relationships>
</file>

<file path=word/theme/theme1.xml><?xml version="1.0" encoding="utf-8"?>
<a:theme xmlns:a="http://schemas.openxmlformats.org/drawingml/2006/main" name="Motiv Office">
  <a:themeElements>
    <a:clrScheme name="SFDI">
      <a:dk1>
        <a:srgbClr val="00447A"/>
      </a:dk1>
      <a:lt1>
        <a:srgbClr val="FFFFFF"/>
      </a:lt1>
      <a:dk2>
        <a:srgbClr val="00447A"/>
      </a:dk2>
      <a:lt2>
        <a:srgbClr val="D8D8D8"/>
      </a:lt2>
      <a:accent1>
        <a:srgbClr val="CD003A"/>
      </a:accent1>
      <a:accent2>
        <a:srgbClr val="5EA62B"/>
      </a:accent2>
      <a:accent3>
        <a:srgbClr val="FFC000"/>
      </a:accent3>
      <a:accent4>
        <a:srgbClr val="00B0F0"/>
      </a:accent4>
      <a:accent5>
        <a:srgbClr val="ED7D31"/>
      </a:accent5>
      <a:accent6>
        <a:srgbClr val="FF2361"/>
      </a:accent6>
      <a:hlink>
        <a:srgbClr val="CD003A"/>
      </a:hlink>
      <a:folHlink>
        <a:srgbClr val="CD003A"/>
      </a:folHlink>
    </a:clrScheme>
    <a:fontScheme name="SFDI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c513a96-1671-4623-96b8-585eaa33fb09">
      <Terms xmlns="http://schemas.microsoft.com/office/infopath/2007/PartnerControls"/>
    </lcf76f155ced4ddcb4097134ff3c332f>
    <TaxCatchAll xmlns="cf1e8946-02af-4211-a705-71ae2bc9c55f" xsi:nil="true"/>
    <ISPROFOND xmlns="1c513a96-1671-4623-96b8-585eaa33fb09" xsi:nil="true"/>
    <ozna_x010d_en_x00ed_p_x0159__x00ed_jemce xmlns="1c513a96-1671-4623-96b8-585eaa33fb09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14F1FAEBFF2C6459CC036F8CF6D6915" ma:contentTypeVersion="20" ma:contentTypeDescription="Vytvoří nový dokument" ma:contentTypeScope="" ma:versionID="4cb32c4354d428558790bd01eff920e7">
  <xsd:schema xmlns:xsd="http://www.w3.org/2001/XMLSchema" xmlns:xs="http://www.w3.org/2001/XMLSchema" xmlns:p="http://schemas.microsoft.com/office/2006/metadata/properties" xmlns:ns2="1c513a96-1671-4623-96b8-585eaa33fb09" xmlns:ns3="cf1e8946-02af-4211-a705-71ae2bc9c55f" targetNamespace="http://schemas.microsoft.com/office/2006/metadata/properties" ma:root="true" ma:fieldsID="c38d4624b8eb78a5f7532feec1123228" ns2:_="" ns3:_="">
    <xsd:import namespace="1c513a96-1671-4623-96b8-585eaa33fb09"/>
    <xsd:import namespace="cf1e8946-02af-4211-a705-71ae2bc9c55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ISPROFOND" minOccurs="0"/>
                <xsd:element ref="ns2:ozna_x010d_en_x00ed_p_x0159__x00ed_jemce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13a96-1671-4623-96b8-585eaa33fb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Značky obrázků" ma:readOnly="false" ma:fieldId="{5cf76f15-5ced-4ddc-b409-7134ff3c332f}" ma:taxonomyMulti="true" ma:sspId="213364ca-ecfc-4a53-b039-ef8c2ba6e9f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ISPROFOND" ma:index="25" nillable="true" ma:displayName="ISPROFOND" ma:decimals="0" ma:format="Dropdown" ma:internalName="ISPROFOND" ma:percentage="FALSE">
      <xsd:simpleType>
        <xsd:restriction base="dms:Number">
          <xsd:maxInclusive value="9999999999"/>
          <xsd:minInclusive value="1000000000"/>
        </xsd:restriction>
      </xsd:simpleType>
    </xsd:element>
    <xsd:element name="ozna_x010d_en_x00ed_p_x0159__x00ed_jemce" ma:index="26" nillable="true" ma:displayName="označení příjemce" ma:description="obec, městys, město, DSO, mikroregion apod." ma:format="Dropdown" ma:internalName="ozna_x010d_en_x00ed_p_x0159__x00ed_jemce">
      <xsd:simpleType>
        <xsd:restriction base="dms:Text">
          <xsd:maxLength value="255"/>
        </xsd:restriction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1e8946-02af-4211-a705-71ae2bc9c55f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f0ab118-5337-452c-be11-fc3dd5cb534c}" ma:internalName="TaxCatchAll" ma:showField="CatchAllData" ma:web="cf1e8946-02af-4211-a705-71ae2bc9c55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50E33BA-508E-4EC0-95BE-9B914173C378}">
  <ds:schemaRefs>
    <ds:schemaRef ds:uri="http://schemas.microsoft.com/office/2006/metadata/properties"/>
    <ds:schemaRef ds:uri="http://schemas.microsoft.com/office/infopath/2007/PartnerControls"/>
    <ds:schemaRef ds:uri="1c513a96-1671-4623-96b8-585eaa33fb09"/>
    <ds:schemaRef ds:uri="cf1e8946-02af-4211-a705-71ae2bc9c55f"/>
  </ds:schemaRefs>
</ds:datastoreItem>
</file>

<file path=customXml/itemProps2.xml><?xml version="1.0" encoding="utf-8"?>
<ds:datastoreItem xmlns:ds="http://schemas.openxmlformats.org/officeDocument/2006/customXml" ds:itemID="{1ACE0C44-E007-4379-A806-9A1BC3838BD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BEA923F-0994-4BB3-8604-51B20CB6A7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13a96-1671-4623-96b8-585eaa33fb09"/>
    <ds:schemaRef ds:uri="cf1e8946-02af-4211-a705-71ae2bc9c55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A862B93-ABBB-4535-B208-3B1E0A3BF29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vychozí šablona sfdi</Template>
  <TotalTime>1</TotalTime>
  <Pages>1</Pages>
  <Words>94</Words>
  <Characters>560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Tomáš Haman</dc:creator>
  <cp:keywords/>
  <dc:description>D.DATUM</dc:description>
  <cp:lastModifiedBy>Ing. Matouš Uhlář</cp:lastModifiedBy>
  <cp:revision>7</cp:revision>
  <cp:lastPrinted>2022-01-06T10:14:00Z</cp:lastPrinted>
  <dcterms:created xsi:type="dcterms:W3CDTF">2023-10-25T13:02:00Z</dcterms:created>
  <dcterms:modified xsi:type="dcterms:W3CDTF">2024-11-14T13:02:00Z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ezpečnost">
    <vt:lpwstr>VEŘEJNÝ</vt:lpwstr>
  </property>
  <property fmtid="{D5CDD505-2E9C-101B-9397-08002B2CF9AE}" pid="3" name="ContentTypeId">
    <vt:lpwstr>0x010100914F1FAEBFF2C6459CC036F8CF6D6915</vt:lpwstr>
  </property>
  <property fmtid="{D5CDD505-2E9C-101B-9397-08002B2CF9AE}" pid="4" name="MediaServiceImageTags">
    <vt:lpwstr/>
  </property>
</Properties>
</file>